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7B90E" w14:textId="77777777" w:rsidR="00150BD1" w:rsidRPr="00AE65FD" w:rsidRDefault="003C2698" w:rsidP="00F40E54">
      <w:pPr>
        <w:spacing w:line="320" w:lineRule="atLeast"/>
        <w:rPr>
          <w:rFonts w:ascii="BIZ UD明朝 Medium" w:eastAsia="BIZ UD明朝 Medium" w:hAnsi="ＭＳ 明朝"/>
          <w:spacing w:val="16"/>
          <w:sz w:val="24"/>
        </w:rPr>
      </w:pPr>
      <w:r w:rsidRPr="00AE65FD">
        <w:rPr>
          <w:rFonts w:ascii="BIZ UD明朝 Medium" w:eastAsia="BIZ UD明朝 Medium" w:hAnsi="ＭＳ 明朝" w:hint="eastAsia"/>
          <w:spacing w:val="16"/>
          <w:sz w:val="24"/>
        </w:rPr>
        <w:t>様式第６</w:t>
      </w:r>
      <w:r w:rsidR="009B6D4C" w:rsidRPr="00AE65FD">
        <w:rPr>
          <w:rFonts w:ascii="BIZ UD明朝 Medium" w:eastAsia="BIZ UD明朝 Medium" w:hAnsi="ＭＳ 明朝" w:hint="eastAsia"/>
          <w:spacing w:val="16"/>
          <w:sz w:val="24"/>
        </w:rPr>
        <w:t>号</w:t>
      </w:r>
    </w:p>
    <w:p w14:paraId="38E32D78" w14:textId="77777777" w:rsidR="00150BD1" w:rsidRPr="00AE65FD" w:rsidRDefault="00150BD1" w:rsidP="001E38C3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入札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（契約）</w:t>
      </w: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保証金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還付請求書</w:t>
      </w:r>
    </w:p>
    <w:p w14:paraId="7E543732" w14:textId="77777777" w:rsidR="00150BD1" w:rsidRPr="00AE65FD" w:rsidRDefault="00150BD1" w:rsidP="00150BD1">
      <w:pPr>
        <w:spacing w:line="320" w:lineRule="atLeast"/>
        <w:jc w:val="righ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令和　　年　　月　　日</w:t>
      </w:r>
    </w:p>
    <w:p w14:paraId="7FD67ADD" w14:textId="77777777" w:rsidR="00520537" w:rsidRPr="00AE65FD" w:rsidRDefault="00520537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（あて先）</w:t>
      </w:r>
    </w:p>
    <w:p w14:paraId="62345A4F" w14:textId="77777777" w:rsidR="003B6F0B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0D796371" w14:textId="77777777" w:rsidR="00150BD1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埼玉県立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小児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医療センター病院長</w:t>
      </w:r>
    </w:p>
    <w:p w14:paraId="04E89842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6A25C3E9" w14:textId="77777777" w:rsidR="00397D28" w:rsidRPr="00AE65FD" w:rsidRDefault="00397D28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45D9BABB" w14:textId="77777777"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AE65FD">
        <w:rPr>
          <w:rFonts w:ascii="BIZ UD明朝 Medium" w:eastAsia="BIZ UD明朝 Medium"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4CDD5FCA" w14:textId="77777777" w:rsidR="00150BD1" w:rsidRPr="00AE65FD" w:rsidRDefault="009B6D4C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AE65FD">
        <w:rPr>
          <w:rFonts w:ascii="BIZ UD明朝 Medium" w:eastAsia="BIZ UD明朝 Medium"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63B0A9A3" w14:textId="77777777"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代表者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職氏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名　</w:t>
      </w:r>
      <w:r w:rsidR="0052053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㊞</w:t>
      </w:r>
    </w:p>
    <w:p w14:paraId="0B68C994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4E09F3CE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6EDAF2C9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0A0F7C3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1A4DDFAA" w14:textId="77777777" w:rsidR="00150BD1" w:rsidRPr="00AE65FD" w:rsidRDefault="00150BD1" w:rsidP="00150BD1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記</w:t>
      </w:r>
    </w:p>
    <w:p w14:paraId="388A3ED8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１　調達案件名称及び数量</w:t>
      </w:r>
    </w:p>
    <w:p w14:paraId="4DD68BB1" w14:textId="719508A9" w:rsidR="007470CE" w:rsidRPr="007470CE" w:rsidRDefault="00150BD1" w:rsidP="007470CE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CF7812">
        <w:rPr>
          <w:rFonts w:ascii="BIZ UD明朝 Medium" w:eastAsia="BIZ UD明朝 Medium" w:hAnsi="ＭＳ 明朝" w:hint="eastAsia"/>
          <w:spacing w:val="16"/>
          <w:sz w:val="21"/>
          <w:szCs w:val="21"/>
        </w:rPr>
        <w:t>睡眠評価装置</w:t>
      </w:r>
      <w:r w:rsidR="007470CE" w:rsidRPr="007470CE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="006A7984">
        <w:rPr>
          <w:rFonts w:ascii="BIZ UD明朝 Medium" w:eastAsia="BIZ UD明朝 Medium" w:hAnsi="ＭＳ 明朝" w:hint="eastAsia"/>
          <w:spacing w:val="16"/>
          <w:sz w:val="21"/>
          <w:szCs w:val="21"/>
        </w:rPr>
        <w:t>１</w:t>
      </w:r>
      <w:r w:rsidR="00B06FF0">
        <w:rPr>
          <w:rFonts w:ascii="BIZ UD明朝 Medium" w:eastAsia="BIZ UD明朝 Medium" w:hAnsi="ＭＳ 明朝" w:hint="eastAsia"/>
          <w:spacing w:val="16"/>
          <w:sz w:val="21"/>
          <w:szCs w:val="21"/>
        </w:rPr>
        <w:t>式</w:t>
      </w:r>
    </w:p>
    <w:p w14:paraId="685760A9" w14:textId="77777777" w:rsidR="00150BD1" w:rsidRPr="00F85E70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7B24244F" w14:textId="77777777" w:rsidR="00397D28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２　公告年月日</w:t>
      </w:r>
    </w:p>
    <w:p w14:paraId="3491E0A3" w14:textId="65BB3710" w:rsidR="00150BD1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B06FF0" w:rsidRPr="00B06FF0">
        <w:rPr>
          <w:rFonts w:ascii="BIZ UD明朝 Medium" w:eastAsia="BIZ UD明朝 Medium" w:hAnsi="ＭＳ 明朝" w:hint="eastAsia"/>
          <w:spacing w:val="16"/>
          <w:szCs w:val="22"/>
        </w:rPr>
        <w:t>令和７年１１月１４日(金)</w:t>
      </w:r>
    </w:p>
    <w:p w14:paraId="5B63A375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18829BF8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３　</w:t>
      </w:r>
      <w:r w:rsidR="007F33C5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請求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金額</w:t>
      </w:r>
    </w:p>
    <w:p w14:paraId="65A6321D" w14:textId="77777777" w:rsidR="007F33C5" w:rsidRPr="00AE65FD" w:rsidRDefault="007F33C5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33DD6524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  <w:u w:val="single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4F7DF16A" w14:textId="77777777" w:rsidR="00520537" w:rsidRPr="00AE65FD" w:rsidRDefault="00520537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（参考として、</w:t>
      </w:r>
      <w:r w:rsidR="00FE367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払込</w:t>
      </w:r>
      <w:r w:rsidRPr="00AE65FD">
        <w:rPr>
          <w:rFonts w:ascii="BIZ UD明朝 Medium" w:eastAsia="BIZ UD明朝 Medium" w:hAnsi="ＭＳ 明朝" w:cs="ＭＳ ゴシック" w:hint="eastAsia"/>
          <w:color w:val="000000" w:themeColor="text1"/>
          <w:szCs w:val="22"/>
        </w:rPr>
        <w:t>書兼領収書の写しを添付します。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）</w:t>
      </w:r>
    </w:p>
    <w:p w14:paraId="2DA35975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</w:p>
    <w:p w14:paraId="6EABB132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RPr="00AE65FD" w14:paraId="55DADFB1" w14:textId="77777777" w:rsidTr="00520537">
        <w:tc>
          <w:tcPr>
            <w:tcW w:w="2456" w:type="dxa"/>
            <w:vAlign w:val="center"/>
          </w:tcPr>
          <w:p w14:paraId="4BB9C73F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311D8DEF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RPr="00AE65FD" w14:paraId="73A1E32C" w14:textId="77777777" w:rsidTr="00520537">
        <w:tc>
          <w:tcPr>
            <w:tcW w:w="2456" w:type="dxa"/>
            <w:vAlign w:val="center"/>
          </w:tcPr>
          <w:p w14:paraId="48C46949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207E325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  <w:tr w:rsidR="00520537" w:rsidRPr="00AE65FD" w14:paraId="3E111E7C" w14:textId="77777777" w:rsidTr="00D20A7B">
        <w:tc>
          <w:tcPr>
            <w:tcW w:w="2456" w:type="dxa"/>
            <w:vAlign w:val="center"/>
          </w:tcPr>
          <w:p w14:paraId="2494FBEF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0291B780" w14:textId="77777777"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B395B67" w14:textId="77777777"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52745736" w14:textId="77777777"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54428676" w14:textId="77777777"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172D4086" w14:textId="77777777" w:rsidR="00520537" w:rsidRPr="00AE65FD" w:rsidRDefault="007F33C5" w:rsidP="00150BD1">
            <w:pPr>
              <w:rPr>
                <w:rFonts w:ascii="BIZ UD明朝 Medium" w:eastAsia="BIZ UD明朝 Medium" w:hAnsi="ＭＳ 明朝"/>
                <w:sz w:val="16"/>
                <w:szCs w:val="16"/>
              </w:rPr>
            </w:pPr>
            <w:r w:rsidRPr="00AE65FD">
              <w:rPr>
                <w:rFonts w:ascii="BIZ UD明朝 Medium" w:eastAsia="BIZ UD明朝 Medium" w:hAnsi="ＭＳ 明朝" w:hint="eastAsia"/>
                <w:sz w:val="16"/>
                <w:szCs w:val="16"/>
              </w:rPr>
              <w:t>※いずれかに〇を付す。</w:t>
            </w:r>
          </w:p>
        </w:tc>
      </w:tr>
      <w:tr w:rsidR="00520537" w:rsidRPr="00AE65FD" w14:paraId="4AAF00CE" w14:textId="77777777" w:rsidTr="00520537">
        <w:tc>
          <w:tcPr>
            <w:tcW w:w="2456" w:type="dxa"/>
            <w:vAlign w:val="center"/>
          </w:tcPr>
          <w:p w14:paraId="31CB51AA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6008BFB2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</w:tbl>
    <w:p w14:paraId="36BEC351" w14:textId="77777777" w:rsidR="00520537" w:rsidRPr="00AE65FD" w:rsidRDefault="00520537" w:rsidP="00150BD1">
      <w:pPr>
        <w:rPr>
          <w:rFonts w:ascii="BIZ UD明朝 Medium" w:eastAsia="BIZ UD明朝 Medium" w:hAnsi="ＭＳ 明朝"/>
          <w:sz w:val="21"/>
          <w:szCs w:val="21"/>
        </w:rPr>
      </w:pPr>
    </w:p>
    <w:p w14:paraId="4F57C428" w14:textId="77777777"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【連絡先】　（担当者所属）</w:t>
      </w:r>
    </w:p>
    <w:p w14:paraId="750D022D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（担当者氏名）</w:t>
      </w:r>
    </w:p>
    <w:p w14:paraId="0F197BC6" w14:textId="77777777"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</w:t>
      </w:r>
      <w:r w:rsidR="007F33C5"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z w:val="21"/>
          <w:szCs w:val="21"/>
        </w:rPr>
        <w:t>（電話番号）</w:t>
      </w:r>
    </w:p>
    <w:p w14:paraId="5FAE257B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（ＦＡＸ番号）</w:t>
      </w:r>
    </w:p>
    <w:sectPr w:rsidR="00150BD1" w:rsidRPr="00AE65FD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6201F" w14:textId="77777777" w:rsidR="00652927" w:rsidRDefault="00652927">
      <w:r>
        <w:separator/>
      </w:r>
    </w:p>
  </w:endnote>
  <w:endnote w:type="continuationSeparator" w:id="0">
    <w:p w14:paraId="3D22E158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CB01F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1D7D7BFE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EFF5B" w14:textId="77777777"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00ADA" w14:textId="77777777" w:rsidR="00652927" w:rsidRDefault="00652927">
      <w:r>
        <w:separator/>
      </w:r>
    </w:p>
  </w:footnote>
  <w:footnote w:type="continuationSeparator" w:id="0">
    <w:p w14:paraId="7FBD0740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23C57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55919562">
    <w:abstractNumId w:val="4"/>
  </w:num>
  <w:num w:numId="2" w16cid:durableId="1683892815">
    <w:abstractNumId w:val="0"/>
  </w:num>
  <w:num w:numId="3" w16cid:durableId="44573679">
    <w:abstractNumId w:val="3"/>
  </w:num>
  <w:num w:numId="4" w16cid:durableId="714082465">
    <w:abstractNumId w:val="1"/>
  </w:num>
  <w:num w:numId="5" w16cid:durableId="13169596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126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08EF"/>
    <w:rsid w:val="00042E1C"/>
    <w:rsid w:val="00046191"/>
    <w:rsid w:val="000469AF"/>
    <w:rsid w:val="00046E33"/>
    <w:rsid w:val="00053EE1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1F72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76818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5720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61B1"/>
    <w:rsid w:val="00307C95"/>
    <w:rsid w:val="00310A28"/>
    <w:rsid w:val="00321D20"/>
    <w:rsid w:val="00325BFE"/>
    <w:rsid w:val="00332AAD"/>
    <w:rsid w:val="00333C02"/>
    <w:rsid w:val="00334E08"/>
    <w:rsid w:val="00343229"/>
    <w:rsid w:val="003435EF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16E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BA1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A6165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485C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B2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64D6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A7984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2F63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470CE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A61B3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1295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08E7"/>
    <w:rsid w:val="009421E2"/>
    <w:rsid w:val="009518F8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4ED6"/>
    <w:rsid w:val="009A5180"/>
    <w:rsid w:val="009A7A21"/>
    <w:rsid w:val="009A7C04"/>
    <w:rsid w:val="009B1EF8"/>
    <w:rsid w:val="009B40ED"/>
    <w:rsid w:val="009B5985"/>
    <w:rsid w:val="009B6D4C"/>
    <w:rsid w:val="009B7772"/>
    <w:rsid w:val="009C0AFA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E65FD"/>
    <w:rsid w:val="00AF0319"/>
    <w:rsid w:val="00AF0CC0"/>
    <w:rsid w:val="00AF6459"/>
    <w:rsid w:val="00B06C62"/>
    <w:rsid w:val="00B06FF0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30F21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5EE4"/>
    <w:rsid w:val="00CE7B30"/>
    <w:rsid w:val="00CE7BDC"/>
    <w:rsid w:val="00CF057A"/>
    <w:rsid w:val="00CF0C73"/>
    <w:rsid w:val="00CF47DA"/>
    <w:rsid w:val="00CF7812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2CCF"/>
    <w:rsid w:val="00D250FC"/>
    <w:rsid w:val="00D26011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3D4E"/>
    <w:rsid w:val="00D64D75"/>
    <w:rsid w:val="00D736C9"/>
    <w:rsid w:val="00D81163"/>
    <w:rsid w:val="00D8246F"/>
    <w:rsid w:val="00D8250C"/>
    <w:rsid w:val="00D87AFD"/>
    <w:rsid w:val="00D87D6F"/>
    <w:rsid w:val="00D92393"/>
    <w:rsid w:val="00D93EA6"/>
    <w:rsid w:val="00DA05E9"/>
    <w:rsid w:val="00DA09DF"/>
    <w:rsid w:val="00DA1E21"/>
    <w:rsid w:val="00DB3295"/>
    <w:rsid w:val="00DB5EF8"/>
    <w:rsid w:val="00DB6508"/>
    <w:rsid w:val="00DB678B"/>
    <w:rsid w:val="00DB6ABC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B623E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16F6"/>
    <w:rsid w:val="00F3451A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85E70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41">
      <v:textbox inset="5.85pt,.7pt,5.85pt,.7pt"/>
    </o:shapedefaults>
    <o:shapelayout v:ext="edit">
      <o:idmap v:ext="edit" data="1"/>
    </o:shapelayout>
  </w:shapeDefaults>
  <w:decimalSymbol w:val="."/>
  <w:listSeparator w:val=","/>
  <w14:docId w14:val="537183E8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97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85B067-873B-43B7-B2EC-1E0C65593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87</TotalTime>
  <Pages>1</Pages>
  <Words>256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村松 竜平</cp:lastModifiedBy>
  <cp:revision>61</cp:revision>
  <cp:lastPrinted>2025-11-10T09:18:00Z</cp:lastPrinted>
  <dcterms:created xsi:type="dcterms:W3CDTF">2020-01-22T03:01:00Z</dcterms:created>
  <dcterms:modified xsi:type="dcterms:W3CDTF">2025-11-11T01:46:00Z</dcterms:modified>
</cp:coreProperties>
</file>